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BC4E8A">
        <w:rPr>
          <w:rFonts w:ascii="Cambria" w:hAnsi="Cambria" w:cs="Arial"/>
          <w:bCs/>
          <w:sz w:val="22"/>
          <w:szCs w:val="22"/>
        </w:rPr>
        <w:t>Ś</w:t>
      </w:r>
      <w:r w:rsidR="00BC4E8A" w:rsidRPr="00BC4E8A">
        <w:rPr>
          <w:rFonts w:ascii="Cambria" w:hAnsi="Cambria" w:cs="Arial"/>
          <w:bCs/>
          <w:sz w:val="22"/>
          <w:szCs w:val="22"/>
        </w:rPr>
        <w:t>wiadczenie</w:t>
      </w:r>
      <w:r w:rsidR="00C203BE" w:rsidRPr="00C203BE">
        <w:t xml:space="preserve"> </w:t>
      </w:r>
      <w:r w:rsidR="00C203BE" w:rsidRPr="00C203BE">
        <w:rPr>
          <w:rFonts w:ascii="Cambria" w:hAnsi="Cambria" w:cs="Arial"/>
          <w:bCs/>
          <w:sz w:val="22"/>
          <w:szCs w:val="22"/>
        </w:rPr>
        <w:t>usług w zakresie odbioru i  zagospodarowania odpadów komunalnych.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CB5" w:rsidRDefault="00B40CB5" w:rsidP="00292E6C">
      <w:r>
        <w:separator/>
      </w:r>
    </w:p>
  </w:endnote>
  <w:endnote w:type="continuationSeparator" w:id="0">
    <w:p w:rsidR="00B40CB5" w:rsidRDefault="00B40CB5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CB5" w:rsidRDefault="00B40CB5" w:rsidP="00292E6C">
      <w:r>
        <w:separator/>
      </w:r>
    </w:p>
  </w:footnote>
  <w:footnote w:type="continuationSeparator" w:id="0">
    <w:p w:rsidR="00B40CB5" w:rsidRDefault="00B40CB5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C203BE">
      <w:rPr>
        <w:rFonts w:ascii="Arial" w:hAnsi="Arial"/>
        <w:noProof/>
        <w:lang w:eastAsia="pl-PL"/>
      </w:rPr>
      <w:t>k sprawy: SP ZOZ NZZP II 2400/09</w:t>
    </w:r>
    <w:r w:rsidR="00964140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0F0307"/>
    <w:rsid w:val="000F6439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930DD"/>
    <w:rsid w:val="003A05D8"/>
    <w:rsid w:val="003D361E"/>
    <w:rsid w:val="003E0970"/>
    <w:rsid w:val="0040452C"/>
    <w:rsid w:val="00404C86"/>
    <w:rsid w:val="00405F59"/>
    <w:rsid w:val="004A0E66"/>
    <w:rsid w:val="004E4BC2"/>
    <w:rsid w:val="005077A7"/>
    <w:rsid w:val="00531076"/>
    <w:rsid w:val="005313E1"/>
    <w:rsid w:val="005954DC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C19EF"/>
    <w:rsid w:val="006E037D"/>
    <w:rsid w:val="006F237B"/>
    <w:rsid w:val="00734C26"/>
    <w:rsid w:val="0078101A"/>
    <w:rsid w:val="00791D79"/>
    <w:rsid w:val="007A26D0"/>
    <w:rsid w:val="007D2BF0"/>
    <w:rsid w:val="007D5A61"/>
    <w:rsid w:val="00810B1C"/>
    <w:rsid w:val="0081642E"/>
    <w:rsid w:val="00816496"/>
    <w:rsid w:val="008447C3"/>
    <w:rsid w:val="0086271C"/>
    <w:rsid w:val="008A68BD"/>
    <w:rsid w:val="008B53B1"/>
    <w:rsid w:val="008D62AD"/>
    <w:rsid w:val="00903C1A"/>
    <w:rsid w:val="00916ECA"/>
    <w:rsid w:val="00921A70"/>
    <w:rsid w:val="00964140"/>
    <w:rsid w:val="00996502"/>
    <w:rsid w:val="009B6D2B"/>
    <w:rsid w:val="009C5717"/>
    <w:rsid w:val="00A27B2C"/>
    <w:rsid w:val="00A63573"/>
    <w:rsid w:val="00A65DA5"/>
    <w:rsid w:val="00AF6D9B"/>
    <w:rsid w:val="00B40CB5"/>
    <w:rsid w:val="00BC4E8A"/>
    <w:rsid w:val="00C0057F"/>
    <w:rsid w:val="00C11BB9"/>
    <w:rsid w:val="00C203BE"/>
    <w:rsid w:val="00C4207F"/>
    <w:rsid w:val="00C97668"/>
    <w:rsid w:val="00CF7AE6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60</cp:revision>
  <cp:lastPrinted>2018-01-12T09:22:00Z</cp:lastPrinted>
  <dcterms:created xsi:type="dcterms:W3CDTF">2018-03-08T08:43:00Z</dcterms:created>
  <dcterms:modified xsi:type="dcterms:W3CDTF">2020-03-02T10:42:00Z</dcterms:modified>
</cp:coreProperties>
</file>